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ED1B65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ED1B6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D229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ED1B6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69D8">
              <w:rPr>
                <w:rFonts w:ascii="Arial" w:hAnsi="Arial" w:cs="Arial"/>
                <w:b/>
                <w:sz w:val="20"/>
                <w:szCs w:val="20"/>
              </w:rPr>
              <w:t>VZ34/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Bezpečnost - detekce a analýza hrozeb</w:t>
            </w:r>
          </w:p>
        </w:tc>
      </w:tr>
      <w:tr w:rsidR="009D229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D229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ED1B6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D229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ED1B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D229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ED1B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D229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ED1B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 xml:space="preserve">Vinohradská 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D229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ED1B6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229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ED1B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ED1B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ED1B6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ED1B65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ED1B65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3E69D8" w:rsidRDefault="008D7673" w:rsidP="003E69D8">
      <w:pPr>
        <w:rPr>
          <w:rFonts w:ascii="Arial" w:hAnsi="Arial" w:cs="Arial"/>
          <w:sz w:val="20"/>
          <w:szCs w:val="20"/>
        </w:rPr>
      </w:pPr>
    </w:p>
    <w:p w:rsidR="008C277F" w:rsidRPr="00657AF1" w:rsidRDefault="00ED1B65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3E69D8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3E69D8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Pr="003E69D8" w:rsidRDefault="00593E12" w:rsidP="003E69D8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ED1B6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</w:t>
      </w:r>
      <w:r>
        <w:rPr>
          <w:rFonts w:ascii="Arial" w:hAnsi="Arial" w:cs="Arial"/>
          <w:sz w:val="20"/>
          <w:szCs w:val="20"/>
        </w:rPr>
        <w:t xml:space="preserve">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D2296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ED1B6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ED1B6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ED1B6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ED1B6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ED1B6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ED1B6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D229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229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ED1B6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ED1B6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ED1B6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ED1B6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ED1B6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B65" w:rsidRDefault="00ED1B65">
      <w:r>
        <w:separator/>
      </w:r>
    </w:p>
  </w:endnote>
  <w:endnote w:type="continuationSeparator" w:id="0">
    <w:p w:rsidR="00ED1B65" w:rsidRDefault="00ED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ED1B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B65" w:rsidRDefault="00ED1B65">
      <w:r>
        <w:separator/>
      </w:r>
    </w:p>
  </w:footnote>
  <w:footnote w:type="continuationSeparator" w:id="0">
    <w:p w:rsidR="00ED1B65" w:rsidRDefault="00ED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ED1B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23839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A97ED1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6E468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ECF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872F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864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CC9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9C3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C4C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C278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64279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064A7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676A27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75AF3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F7A68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38A3C5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82005A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F2661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D5C9B5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ED288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82E066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E963C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912345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A6488F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C7EB3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858E2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E320F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C84F44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7AD25EA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7C0B9C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AD0069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BA8420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C98E3C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E02385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8B49B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B0A98B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A42A5E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DFF2E2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AA63B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C384322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D94DEF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F705A7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60C5CA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BD4DF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E60A1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824368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ADC0393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3980FF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B3C452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C4171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500F79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796E81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8237A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95AC24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5514790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2768C6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A0A775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A129B8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4C4A62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D7279A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46C98D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4126EF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7B6C79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79B479B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5B20E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99CF3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158A3F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20E5E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EEC10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21A09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A7AAC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64C8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A12E2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BE217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006A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6ED5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C65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066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54DF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50E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E23E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483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1818CD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752A93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112A0D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86E1E0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088AA7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50A781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324FBE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9E8764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7905F0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FA6FC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77AF2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4E6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E4B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6E9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D82F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FE7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A05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20A8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4E61D9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362EBB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ED4458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CA63BC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92607E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879AB3B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3EA359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DBCD0E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A06DAC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2A8D2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6DAB6D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0F63E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54ECA4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20A6D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28440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3121E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FB8DB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61A8E5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F732E0B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DCC217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C3AEC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8E0582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4720A6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68E75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FC4927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A50207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67231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1EB467B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D5EA2D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627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14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EA7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EA2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C4D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C20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36B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6F28B6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D86A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C9C87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14E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C411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E45C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A3E09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80FB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E3C1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7EE56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6C12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3DCF32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F246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6EA9A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0D655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9E802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882FCE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64A08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25AF2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EA21C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846FC9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856FE0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C178CD5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DFA187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10657F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818E76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ABA8DF5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F63E5B2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33C79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6EB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E8BC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480E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CC5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9875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D23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E6DF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6AC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7234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A4F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2CD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E200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69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8ADD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6C2F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E6CE9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067B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D183C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B49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88F9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7E9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E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CC1B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A62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3DCAEA6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C84F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2C6B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482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122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1EB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BBE3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66B2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9EB5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BB68FA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D72D3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B00A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A82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E66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4C2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97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085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141F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A0CC0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9167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7E23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067F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047B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AC03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0E4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160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EA56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060682C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146211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7AC90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EA1277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A4450B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24A99A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F9AD6C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76404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C52152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34A9F4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D34C869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EA681D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4482CC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DE54EA1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30BACCA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826594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D18670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342979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386B3A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D5BE51F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82C168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A1C0BDB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2DCAD7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272F0B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408AB6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A7CA31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54ED67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7AEBC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189F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3C61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A00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387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E8B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71CE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68CD3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40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E69D8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2296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1B65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702C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</TotalTime>
  <Pages>2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5</cp:revision>
  <cp:lastPrinted>2018-04-18T10:56:00Z</cp:lastPrinted>
  <dcterms:created xsi:type="dcterms:W3CDTF">2019-06-04T09:28:00Z</dcterms:created>
  <dcterms:modified xsi:type="dcterms:W3CDTF">2021-10-26T11:02:00Z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